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8C8" w:rsidRPr="0006537D" w:rsidRDefault="006A32CA" w:rsidP="001078C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Übung</w:t>
      </w:r>
      <w:proofErr w:type="spellEnd"/>
      <w:r w:rsidR="001078C8" w:rsidRPr="0006537D">
        <w:rPr>
          <w:rFonts w:ascii="Arial" w:hAnsi="Arial" w:cs="Arial"/>
          <w:b/>
        </w:rPr>
        <w:t xml:space="preserve"> : </w:t>
      </w:r>
      <w:proofErr w:type="spellStart"/>
      <w:r w:rsidR="00533838">
        <w:rPr>
          <w:rFonts w:ascii="Arial" w:hAnsi="Arial" w:cs="Arial"/>
          <w:b/>
        </w:rPr>
        <w:t>Ich</w:t>
      </w:r>
      <w:proofErr w:type="spellEnd"/>
      <w:r w:rsidR="00533838">
        <w:rPr>
          <w:rFonts w:ascii="Arial" w:hAnsi="Arial" w:cs="Arial"/>
          <w:b/>
        </w:rPr>
        <w:t xml:space="preserve"> </w:t>
      </w:r>
      <w:proofErr w:type="spellStart"/>
      <w:r w:rsidR="00533838">
        <w:rPr>
          <w:rFonts w:ascii="Arial" w:hAnsi="Arial" w:cs="Arial"/>
          <w:b/>
        </w:rPr>
        <w:t>ergänze</w:t>
      </w:r>
      <w:proofErr w:type="spellEnd"/>
      <w:r w:rsidR="001078C8" w:rsidRPr="0006537D">
        <w:rPr>
          <w:rFonts w:ascii="Arial" w:hAnsi="Arial" w:cs="Arial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</w:tblGrid>
      <w:tr w:rsidR="001078C8" w:rsidRPr="0006537D" w:rsidTr="001078C8">
        <w:trPr>
          <w:trHeight w:val="728"/>
        </w:trPr>
        <w:tc>
          <w:tcPr>
            <w:tcW w:w="1021" w:type="dxa"/>
            <w:shd w:val="clear" w:color="auto" w:fill="D9D9D9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60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61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65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69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72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78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1078C8">
        <w:trPr>
          <w:trHeight w:val="728"/>
        </w:trPr>
        <w:tc>
          <w:tcPr>
            <w:tcW w:w="1021" w:type="dxa"/>
            <w:shd w:val="clear" w:color="auto" w:fill="BFBFBF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80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83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87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94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99</w:t>
            </w:r>
          </w:p>
        </w:tc>
      </w:tr>
    </w:tbl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95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9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93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92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16510</wp:posOffset>
            </wp:positionV>
            <wp:extent cx="142240" cy="755650"/>
            <wp:effectExtent l="0" t="0" r="0" b="6350"/>
            <wp:wrapNone/>
            <wp:docPr id="19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80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290195</wp:posOffset>
                </wp:positionV>
                <wp:extent cx="173990" cy="1083310"/>
                <wp:effectExtent l="2540" t="0" r="19050" b="95250"/>
                <wp:wrapNone/>
                <wp:docPr id="179" name="Accolade ferman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5A19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9" o:spid="_x0000_s1026" type="#_x0000_t88" style="position:absolute;margin-left:234.1pt;margin-top:22.85pt;width:13.7pt;height:85.3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623570</wp:posOffset>
            </wp:positionV>
            <wp:extent cx="143510" cy="139700"/>
            <wp:effectExtent l="0" t="0" r="8890" b="0"/>
            <wp:wrapNone/>
            <wp:docPr id="178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893445</wp:posOffset>
                </wp:positionV>
                <wp:extent cx="1809750" cy="253365"/>
                <wp:effectExtent l="0" t="0" r="19050" b="13335"/>
                <wp:wrapNone/>
                <wp:docPr id="177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Zehner</w:t>
                            </w:r>
                            <w:proofErr w:type="spellEnd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und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Einer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margin-left:214.4pt;margin-top:70.35pt;width:142.5pt;height:19.9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…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Zehner</w:t>
                      </w:r>
                      <w:proofErr w:type="spellEnd"/>
                      <w:r w:rsidR="006A32C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und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…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Einer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635000</wp:posOffset>
            </wp:positionV>
            <wp:extent cx="143510" cy="139700"/>
            <wp:effectExtent l="0" t="0" r="8890" b="0"/>
            <wp:wrapNone/>
            <wp:docPr id="17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619760</wp:posOffset>
                </wp:positionV>
                <wp:extent cx="220980" cy="451485"/>
                <wp:effectExtent l="0" t="953" r="25718" b="101917"/>
                <wp:wrapNone/>
                <wp:docPr id="175" name="Accolade ferman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20980" cy="451485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BB7BC" id="Accolade fermante 20" o:spid="_x0000_s1026" type="#_x0000_t88" style="position:absolute;margin-left:295.75pt;margin-top:48.8pt;width:17.4pt;height:35.5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" adj="6662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3474085</wp:posOffset>
                </wp:positionH>
                <wp:positionV relativeFrom="paragraph">
                  <wp:posOffset>1024890</wp:posOffset>
                </wp:positionV>
                <wp:extent cx="173990" cy="1083310"/>
                <wp:effectExtent l="2540" t="0" r="19050" b="95250"/>
                <wp:wrapNone/>
                <wp:docPr id="165" name="Accolade ferman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63FAB" id="Accolade fermante 22" o:spid="_x0000_s1026" type="#_x0000_t88" style="position:absolute;margin-left:273.55pt;margin-top:80.7pt;width:13.7pt;height:85.3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WfKtQ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1617345</wp:posOffset>
                </wp:positionV>
                <wp:extent cx="469265" cy="347345"/>
                <wp:effectExtent l="0" t="0" r="26035" b="14605"/>
                <wp:wrapNone/>
                <wp:docPr id="16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27" type="#_x0000_t202" style="position:absolute;margin-left:262.65pt;margin-top:127.35pt;width:36.95pt;height:27.3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63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A32CA">
        <w:rPr>
          <w:rFonts w:ascii="Arial" w:hAnsi="Arial" w:cs="Arial"/>
          <w:b/>
        </w:rPr>
        <w:t>Übung</w:t>
      </w:r>
      <w:proofErr w:type="spellEnd"/>
      <w:r w:rsidRPr="0006537D">
        <w:rPr>
          <w:rFonts w:ascii="Arial" w:hAnsi="Arial" w:cs="Arial"/>
          <w:b/>
        </w:rPr>
        <w:t xml:space="preserve"> : </w:t>
      </w:r>
      <w:proofErr w:type="spellStart"/>
      <w:r w:rsidR="00533838">
        <w:rPr>
          <w:rFonts w:ascii="Arial" w:hAnsi="Arial" w:cs="Arial"/>
          <w:b/>
        </w:rPr>
        <w:t>Ich</w:t>
      </w:r>
      <w:proofErr w:type="spellEnd"/>
      <w:r w:rsidR="00533838">
        <w:rPr>
          <w:rFonts w:ascii="Arial" w:hAnsi="Arial" w:cs="Arial"/>
          <w:b/>
        </w:rPr>
        <w:t xml:space="preserve"> ergänze</w:t>
      </w:r>
      <w:bookmarkStart w:id="0" w:name="_GoBack"/>
      <w:bookmarkEnd w:id="0"/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1174750</wp:posOffset>
            </wp:positionH>
            <wp:positionV relativeFrom="paragraph">
              <wp:posOffset>618490</wp:posOffset>
            </wp:positionV>
            <wp:extent cx="143510" cy="139700"/>
            <wp:effectExtent l="0" t="0" r="8890" b="0"/>
            <wp:wrapNone/>
            <wp:docPr id="16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6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5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4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1341120</wp:posOffset>
            </wp:positionH>
            <wp:positionV relativeFrom="paragraph">
              <wp:posOffset>612140</wp:posOffset>
            </wp:positionV>
            <wp:extent cx="143510" cy="139700"/>
            <wp:effectExtent l="0" t="0" r="8890" b="0"/>
            <wp:wrapNone/>
            <wp:docPr id="13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611505</wp:posOffset>
            </wp:positionV>
            <wp:extent cx="143510" cy="139700"/>
            <wp:effectExtent l="0" t="0" r="8890" b="0"/>
            <wp:wrapNone/>
            <wp:docPr id="13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273685</wp:posOffset>
                </wp:positionV>
                <wp:extent cx="173990" cy="1083310"/>
                <wp:effectExtent l="2540" t="0" r="19050" b="95250"/>
                <wp:wrapNone/>
                <wp:docPr id="131" name="Accolade ferman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41E82" id="Accolade fermante 13" o:spid="_x0000_s1026" type="#_x0000_t88" style="position:absolute;margin-left:35.85pt;margin-top:21.55pt;width:13.7pt;height:85.3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VVXtA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454660</wp:posOffset>
                </wp:positionV>
                <wp:extent cx="173990" cy="687070"/>
                <wp:effectExtent l="0" t="8890" r="26670" b="102870"/>
                <wp:wrapNone/>
                <wp:docPr id="130" name="Accolade ferman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541D9" id="Accolade fermante 14" o:spid="_x0000_s1026" type="#_x0000_t88" style="position:absolute;margin-left:108.05pt;margin-top:35.8pt;width:13.7pt;height:54.1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HVtAIAAGQ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150495</wp:posOffset>
                </wp:positionV>
                <wp:extent cx="1384300" cy="253365"/>
                <wp:effectExtent l="0" t="0" r="25400" b="13335"/>
                <wp:wrapNone/>
                <wp:docPr id="129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8" type="#_x0000_t202" style="position:absolute;margin-left:228.25pt;margin-top:11.85pt;width:109pt;height:19.9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56515</wp:posOffset>
                </wp:positionV>
                <wp:extent cx="1909445" cy="255270"/>
                <wp:effectExtent l="11430" t="12065" r="12700" b="8890"/>
                <wp:wrapNone/>
                <wp:docPr id="12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255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8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Zehner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und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3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Einer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29" type="#_x0000_t202" style="position:absolute;margin-left:15.9pt;margin-top:4.45pt;width:150.35pt;height:20.1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8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Zehner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und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    3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Einer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73660</wp:posOffset>
                </wp:positionV>
                <wp:extent cx="1384935" cy="254000"/>
                <wp:effectExtent l="6985" t="8890" r="8255" b="13335"/>
                <wp:wrapNone/>
                <wp:docPr id="127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80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>+     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margin-left:25.3pt;margin-top:5.8pt;width:109.05pt;height:20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80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>+        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895985</wp:posOffset>
                </wp:positionH>
                <wp:positionV relativeFrom="paragraph">
                  <wp:posOffset>-427355</wp:posOffset>
                </wp:positionV>
                <wp:extent cx="173990" cy="1083310"/>
                <wp:effectExtent l="2540" t="0" r="19050" b="95250"/>
                <wp:wrapNone/>
                <wp:docPr id="126" name="Accolade ferman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B311E" id="Accolade fermante 16" o:spid="_x0000_s1026" type="#_x0000_t88" style="position:absolute;margin-left:70.55pt;margin-top:-33.65pt;width:13.7pt;height:85.3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165100</wp:posOffset>
                </wp:positionV>
                <wp:extent cx="469265" cy="347345"/>
                <wp:effectExtent l="5080" t="13335" r="11430" b="10795"/>
                <wp:wrapNone/>
                <wp:docPr id="125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36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1" type="#_x0000_t202" style="position:absolute;margin-left:59.65pt;margin-top:13pt;width:36.95pt;height:27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06537D">
                        <w:rPr>
                          <w:rFonts w:ascii="Arial" w:hAnsi="Arial" w:cs="Arial"/>
                          <w:sz w:val="36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695325</wp:posOffset>
                </wp:positionV>
                <wp:extent cx="173990" cy="687070"/>
                <wp:effectExtent l="0" t="8890" r="26670" b="102870"/>
                <wp:wrapNone/>
                <wp:docPr id="124" name="Accolade ferman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FBF2C" id="Accolade fermante 54" o:spid="_x0000_s1026" type="#_x0000_t88" style="position:absolute;margin-left:307.3pt;margin-top:54.75pt;width:13.7pt;height:54.1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M/tAIAAGQ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505460</wp:posOffset>
                </wp:positionV>
                <wp:extent cx="173990" cy="1083310"/>
                <wp:effectExtent l="2540" t="0" r="19050" b="95250"/>
                <wp:wrapNone/>
                <wp:docPr id="123" name="Accolade ferman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D7374" id="Accolade fermante 53" o:spid="_x0000_s1026" type="#_x0000_t88" style="position:absolute;margin-left:235.2pt;margin-top:39.8pt;width:13.7pt;height:85.3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5htQ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843280</wp:posOffset>
            </wp:positionV>
            <wp:extent cx="143510" cy="139700"/>
            <wp:effectExtent l="0" t="0" r="8890" b="0"/>
            <wp:wrapNone/>
            <wp:docPr id="12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843915</wp:posOffset>
            </wp:positionV>
            <wp:extent cx="143510" cy="139700"/>
            <wp:effectExtent l="0" t="0" r="8890" b="0"/>
            <wp:wrapNone/>
            <wp:docPr id="12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20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231775</wp:posOffset>
            </wp:positionV>
            <wp:extent cx="142240" cy="755650"/>
            <wp:effectExtent l="0" t="0" r="0" b="6350"/>
            <wp:wrapNone/>
            <wp:docPr id="119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3084830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18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17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16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1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14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850265</wp:posOffset>
            </wp:positionV>
            <wp:extent cx="143510" cy="139700"/>
            <wp:effectExtent l="0" t="0" r="8890" b="0"/>
            <wp:wrapNone/>
            <wp:docPr id="113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693420</wp:posOffset>
            </wp:positionV>
            <wp:extent cx="143510" cy="139700"/>
            <wp:effectExtent l="0" t="0" r="8890" b="0"/>
            <wp:wrapNone/>
            <wp:docPr id="112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692785</wp:posOffset>
            </wp:positionV>
            <wp:extent cx="143510" cy="139700"/>
            <wp:effectExtent l="0" t="0" r="8890" b="0"/>
            <wp:wrapNone/>
            <wp:docPr id="111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695960</wp:posOffset>
            </wp:positionV>
            <wp:extent cx="143510" cy="139700"/>
            <wp:effectExtent l="0" t="0" r="8890" b="0"/>
            <wp:wrapNone/>
            <wp:docPr id="110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1109345</wp:posOffset>
                </wp:positionV>
                <wp:extent cx="2111375" cy="255270"/>
                <wp:effectExtent l="0" t="0" r="22225" b="11430"/>
                <wp:wrapNone/>
                <wp:docPr id="109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Zehner</w:t>
                            </w:r>
                            <w:proofErr w:type="spellEnd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 xml:space="preserve"> und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Einer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7" o:spid="_x0000_s1032" type="#_x0000_t202" style="position:absolute;margin-left:207.6pt;margin-top:87.35pt;width:166.25pt;height:20.1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…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Zehner</w:t>
                      </w:r>
                      <w:proofErr w:type="spellEnd"/>
                      <w:r w:rsidR="006A32C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und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     … </w:t>
                      </w:r>
                      <w:r w:rsidR="006A32CA">
                        <w:rPr>
                          <w:rFonts w:ascii="Arial" w:hAnsi="Arial" w:cs="Arial"/>
                          <w:sz w:val="24"/>
                        </w:rPr>
                        <w:t>Einer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1872615</wp:posOffset>
                </wp:positionV>
                <wp:extent cx="469265" cy="347345"/>
                <wp:effectExtent l="0" t="0" r="26035" b="14605"/>
                <wp:wrapNone/>
                <wp:docPr id="108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8" o:spid="_x0000_s1033" type="#_x0000_t202" style="position:absolute;margin-left:270.1pt;margin-top:147.45pt;width:36.95pt;height:27.3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1280160</wp:posOffset>
                </wp:positionV>
                <wp:extent cx="173990" cy="1083310"/>
                <wp:effectExtent l="2540" t="0" r="19050" b="95250"/>
                <wp:wrapNone/>
                <wp:docPr id="107" name="Accolade ferman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54012" id="Accolade fermante 56" o:spid="_x0000_s1026" type="#_x0000_t88" style="position:absolute;margin-left:281pt;margin-top:100.8pt;width:13.7pt;height:85.3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2993390</wp:posOffset>
                </wp:positionH>
                <wp:positionV relativeFrom="paragraph">
                  <wp:posOffset>1505585</wp:posOffset>
                </wp:positionV>
                <wp:extent cx="1384300" cy="253365"/>
                <wp:effectExtent l="0" t="0" r="25400" b="13335"/>
                <wp:wrapNone/>
                <wp:docPr id="103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5" o:spid="_x0000_s1034" type="#_x0000_t202" style="position:absolute;margin-left:235.7pt;margin-top:118.55pt;width:109pt;height:19.9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02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01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00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99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98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97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779780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96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95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1290320</wp:posOffset>
            </wp:positionH>
            <wp:positionV relativeFrom="paragraph">
              <wp:posOffset>748030</wp:posOffset>
            </wp:positionV>
            <wp:extent cx="143510" cy="139700"/>
            <wp:effectExtent l="0" t="0" r="8890" b="0"/>
            <wp:wrapNone/>
            <wp:docPr id="94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409575</wp:posOffset>
                </wp:positionV>
                <wp:extent cx="173990" cy="1083310"/>
                <wp:effectExtent l="2540" t="0" r="19050" b="95250"/>
                <wp:wrapNone/>
                <wp:docPr id="93" name="Accolade ferman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4626B" id="Accolade fermante 36" o:spid="_x0000_s1026" type="#_x0000_t88" style="position:absolute;margin-left:31.85pt;margin-top:32.25pt;width:13.7pt;height:85.3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599440</wp:posOffset>
                </wp:positionV>
                <wp:extent cx="173990" cy="687070"/>
                <wp:effectExtent l="0" t="8890" r="26670" b="102870"/>
                <wp:wrapNone/>
                <wp:docPr id="92" name="Accolade ferman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7ADB6" id="Accolade fermante 37" o:spid="_x0000_s1026" type="#_x0000_t88" style="position:absolute;margin-left:103.95pt;margin-top:47.2pt;width:13.7pt;height:54.1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6A32CA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2061845" cy="269240"/>
                <wp:effectExtent l="0" t="0" r="14605" b="16510"/>
                <wp:wrapNone/>
                <wp:docPr id="89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1845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Zehner</w:t>
                            </w:r>
                            <w:proofErr w:type="spellEnd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und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  … </w:t>
                            </w:r>
                            <w:proofErr w:type="spellStart"/>
                            <w:r w:rsidR="006A32CA">
                              <w:rPr>
                                <w:rFonts w:ascii="Arial" w:hAnsi="Arial" w:cs="Arial"/>
                                <w:sz w:val="24"/>
                              </w:rPr>
                              <w:t>Einer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0" o:spid="_x0000_s1035" type="#_x0000_t202" style="position:absolute;margin-left:0;margin-top:19.2pt;width:162.35pt;height:21.2pt;z-index:-251611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…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Zehner</w:t>
                      </w:r>
                      <w:proofErr w:type="spellEnd"/>
                      <w:r w:rsidR="006A32CA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und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   … </w:t>
                      </w:r>
                      <w:proofErr w:type="spellStart"/>
                      <w:r w:rsidR="006A32CA">
                        <w:rPr>
                          <w:rFonts w:ascii="Arial" w:hAnsi="Arial" w:cs="Arial"/>
                          <w:sz w:val="24"/>
                        </w:rPr>
                        <w:t>Einer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1078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429260</wp:posOffset>
                </wp:positionV>
                <wp:extent cx="173990" cy="1083310"/>
                <wp:effectExtent l="2540" t="0" r="19050" b="95250"/>
                <wp:wrapNone/>
                <wp:docPr id="91" name="Accolade ferman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6540A" id="Accolade fermante 39" o:spid="_x0000_s1026" type="#_x0000_t88" style="position:absolute;margin-left:69.8pt;margin-top:33.8pt;width:13.7pt;height:85.3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 w:rsidR="001078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1021715</wp:posOffset>
                </wp:positionV>
                <wp:extent cx="469265" cy="347345"/>
                <wp:effectExtent l="0" t="0" r="26035" b="14605"/>
                <wp:wrapNone/>
                <wp:docPr id="90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36" type="#_x0000_t202" style="position:absolute;margin-left:58.9pt;margin-top:80.45pt;width:36.95pt;height:27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078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654685</wp:posOffset>
                </wp:positionV>
                <wp:extent cx="1384300" cy="253365"/>
                <wp:effectExtent l="0" t="0" r="25400" b="13335"/>
                <wp:wrapNone/>
                <wp:docPr id="8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37" type="#_x0000_t202" style="position:absolute;margin-left:24.5pt;margin-top:51.55pt;width:109pt;height:19.9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Pr="0006537D" w:rsidRDefault="001078C8" w:rsidP="001078C8">
      <w:pPr>
        <w:rPr>
          <w:rFonts w:ascii="Arial" w:hAnsi="Arial" w:cs="Arial"/>
          <w:b/>
        </w:rPr>
      </w:pPr>
      <w:r w:rsidRPr="0006537D">
        <w:rPr>
          <w:rFonts w:ascii="Arial" w:hAnsi="Arial" w:cs="Arial"/>
          <w:b/>
        </w:rPr>
        <w:t>Exercice : Complète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4"/>
        <w:gridCol w:w="734"/>
        <w:gridCol w:w="734"/>
        <w:gridCol w:w="734"/>
        <w:gridCol w:w="734"/>
        <w:gridCol w:w="733"/>
        <w:gridCol w:w="733"/>
        <w:gridCol w:w="733"/>
        <w:gridCol w:w="733"/>
        <w:gridCol w:w="733"/>
      </w:tblGrid>
      <w:tr w:rsidR="001078C8" w:rsidRPr="0006537D" w:rsidTr="00320460">
        <w:trPr>
          <w:trHeight w:val="728"/>
        </w:trPr>
        <w:tc>
          <w:tcPr>
            <w:tcW w:w="1021" w:type="dxa"/>
            <w:shd w:val="clear" w:color="auto" w:fill="D9D9D9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60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61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65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69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72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78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728"/>
        </w:trPr>
        <w:tc>
          <w:tcPr>
            <w:tcW w:w="1021" w:type="dxa"/>
            <w:shd w:val="clear" w:color="auto" w:fill="BFBFBF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80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83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87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94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99</w:t>
            </w:r>
          </w:p>
        </w:tc>
      </w:tr>
    </w:tbl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53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5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55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56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16510</wp:posOffset>
            </wp:positionV>
            <wp:extent cx="142240" cy="755650"/>
            <wp:effectExtent l="0" t="0" r="0" b="6350"/>
            <wp:wrapNone/>
            <wp:docPr id="157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58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290195</wp:posOffset>
                </wp:positionV>
                <wp:extent cx="173990" cy="1083310"/>
                <wp:effectExtent l="2540" t="0" r="19050" b="95250"/>
                <wp:wrapNone/>
                <wp:docPr id="87" name="Accolade ferman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18F02" id="Accolade fermante 19" o:spid="_x0000_s1026" type="#_x0000_t88" style="position:absolute;margin-left:234.1pt;margin-top:22.85pt;width:13.7pt;height:85.3pt;rotation: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623570</wp:posOffset>
            </wp:positionV>
            <wp:extent cx="143510" cy="139700"/>
            <wp:effectExtent l="0" t="0" r="8890" b="0"/>
            <wp:wrapNone/>
            <wp:docPr id="159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893445</wp:posOffset>
                </wp:positionV>
                <wp:extent cx="1809750" cy="253365"/>
                <wp:effectExtent l="0" t="0" r="19050" b="13335"/>
                <wp:wrapNone/>
                <wp:docPr id="86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4.4pt;margin-top:70.35pt;width:142.5pt;height:19.95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635000</wp:posOffset>
            </wp:positionV>
            <wp:extent cx="143510" cy="139700"/>
            <wp:effectExtent l="0" t="0" r="8890" b="0"/>
            <wp:wrapNone/>
            <wp:docPr id="151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619760</wp:posOffset>
                </wp:positionV>
                <wp:extent cx="220980" cy="451485"/>
                <wp:effectExtent l="0" t="953" r="25718" b="101917"/>
                <wp:wrapNone/>
                <wp:docPr id="85" name="Accolade ferman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20980" cy="451485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070C" id="Accolade fermante 20" o:spid="_x0000_s1026" type="#_x0000_t88" style="position:absolute;margin-left:295.75pt;margin-top:48.8pt;width:17.4pt;height:35.55pt;rotation: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" adj="6662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3474085</wp:posOffset>
                </wp:positionH>
                <wp:positionV relativeFrom="paragraph">
                  <wp:posOffset>1024890</wp:posOffset>
                </wp:positionV>
                <wp:extent cx="173990" cy="1083310"/>
                <wp:effectExtent l="2540" t="0" r="19050" b="95250"/>
                <wp:wrapNone/>
                <wp:docPr id="84" name="Accolade ferman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CAB28" id="Accolade fermante 22" o:spid="_x0000_s1026" type="#_x0000_t88" style="position:absolute;margin-left:273.55pt;margin-top:80.7pt;width:13.7pt;height:85.3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4WtAIAAGQ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1617345</wp:posOffset>
                </wp:positionV>
                <wp:extent cx="469265" cy="347345"/>
                <wp:effectExtent l="0" t="0" r="26035" b="14605"/>
                <wp:wrapNone/>
                <wp:docPr id="83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62.65pt;margin-top:127.35pt;width:36.95pt;height:27.3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52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37D">
        <w:rPr>
          <w:rFonts w:ascii="Arial" w:hAnsi="Arial" w:cs="Arial"/>
          <w:b/>
        </w:rPr>
        <w:t xml:space="preserve">Exercice : </w:t>
      </w:r>
      <w:r>
        <w:rPr>
          <w:rFonts w:ascii="Arial" w:hAnsi="Arial" w:cs="Arial"/>
          <w:b/>
        </w:rPr>
        <w:t>Refais</w:t>
      </w:r>
      <w:r w:rsidRPr="0006537D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comme le modèle</w: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1174750</wp:posOffset>
            </wp:positionH>
            <wp:positionV relativeFrom="paragraph">
              <wp:posOffset>618490</wp:posOffset>
            </wp:positionV>
            <wp:extent cx="143510" cy="139700"/>
            <wp:effectExtent l="0" t="0" r="8890" b="0"/>
            <wp:wrapNone/>
            <wp:docPr id="13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3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3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3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3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2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1341120</wp:posOffset>
            </wp:positionH>
            <wp:positionV relativeFrom="paragraph">
              <wp:posOffset>612140</wp:posOffset>
            </wp:positionV>
            <wp:extent cx="143510" cy="139700"/>
            <wp:effectExtent l="0" t="0" r="8890" b="0"/>
            <wp:wrapNone/>
            <wp:docPr id="14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611505</wp:posOffset>
            </wp:positionV>
            <wp:extent cx="143510" cy="139700"/>
            <wp:effectExtent l="0" t="0" r="8890" b="0"/>
            <wp:wrapNone/>
            <wp:docPr id="14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273685</wp:posOffset>
                </wp:positionV>
                <wp:extent cx="173990" cy="1083310"/>
                <wp:effectExtent l="2540" t="0" r="19050" b="95250"/>
                <wp:wrapNone/>
                <wp:docPr id="82" name="Accolade ferman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CE7CC" id="Accolade fermante 13" o:spid="_x0000_s1026" type="#_x0000_t88" style="position:absolute;margin-left:35.85pt;margin-top:21.55pt;width:13.7pt;height:85.3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454660</wp:posOffset>
                </wp:positionV>
                <wp:extent cx="173990" cy="687070"/>
                <wp:effectExtent l="0" t="8890" r="26670" b="102870"/>
                <wp:wrapNone/>
                <wp:docPr id="81" name="Accolade ferman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C61C4" id="Accolade fermante 14" o:spid="_x0000_s1026" type="#_x0000_t88" style="position:absolute;margin-left:108.05pt;margin-top:35.8pt;width:13.7pt;height:54.1pt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2pQsw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150495</wp:posOffset>
                </wp:positionV>
                <wp:extent cx="1384300" cy="253365"/>
                <wp:effectExtent l="0" t="0" r="25400" b="13335"/>
                <wp:wrapNone/>
                <wp:docPr id="80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28.25pt;margin-top:11.85pt;width:109pt;height:19.95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56515</wp:posOffset>
                </wp:positionV>
                <wp:extent cx="1909445" cy="255270"/>
                <wp:effectExtent l="10160" t="12065" r="13970" b="8890"/>
                <wp:wrapNone/>
                <wp:docPr id="79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2552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8 dizaines et     3 unités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5.9pt;margin-top:4.45pt;width:150.35pt;height:20.1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8 dizaines et     3 unités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73660</wp:posOffset>
                </wp:positionV>
                <wp:extent cx="1384935" cy="254000"/>
                <wp:effectExtent l="5715" t="8890" r="9525" b="13335"/>
                <wp:wrapNone/>
                <wp:docPr id="78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40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80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>+     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5.3pt;margin-top:5.8pt;width:109.05pt;height:20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80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>+        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895985</wp:posOffset>
                </wp:positionH>
                <wp:positionV relativeFrom="paragraph">
                  <wp:posOffset>-427355</wp:posOffset>
                </wp:positionV>
                <wp:extent cx="173990" cy="1083310"/>
                <wp:effectExtent l="2540" t="0" r="19050" b="95250"/>
                <wp:wrapNone/>
                <wp:docPr id="77" name="Accolade ferman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613E9" id="Accolade fermante 16" o:spid="_x0000_s1026" type="#_x0000_t88" style="position:absolute;margin-left:70.55pt;margin-top:-33.65pt;width:13.7pt;height:85.3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165100</wp:posOffset>
                </wp:positionV>
                <wp:extent cx="469265" cy="347345"/>
                <wp:effectExtent l="13335" t="13335" r="12700" b="10795"/>
                <wp:wrapNone/>
                <wp:docPr id="76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36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9.65pt;margin-top:13pt;width:36.95pt;height:27.3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06537D">
                        <w:rPr>
                          <w:rFonts w:ascii="Arial" w:hAnsi="Arial" w:cs="Arial"/>
                          <w:sz w:val="36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695325</wp:posOffset>
                </wp:positionV>
                <wp:extent cx="173990" cy="687070"/>
                <wp:effectExtent l="0" t="8890" r="26670" b="102870"/>
                <wp:wrapNone/>
                <wp:docPr id="75" name="Accolade ferman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53B82" id="Accolade fermante 54" o:spid="_x0000_s1026" type="#_x0000_t88" style="position:absolute;margin-left:307.3pt;margin-top:54.75pt;width:13.7pt;height:54.1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13ftA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505460</wp:posOffset>
                </wp:positionV>
                <wp:extent cx="173990" cy="1083310"/>
                <wp:effectExtent l="2540" t="0" r="19050" b="95250"/>
                <wp:wrapNone/>
                <wp:docPr id="74" name="Accolade ferman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6104" id="Accolade fermante 53" o:spid="_x0000_s1026" type="#_x0000_t88" style="position:absolute;margin-left:235.2pt;margin-top:39.8pt;width:13.7pt;height:85.3pt;rotation:9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843280</wp:posOffset>
            </wp:positionV>
            <wp:extent cx="143510" cy="139700"/>
            <wp:effectExtent l="0" t="0" r="8890" b="0"/>
            <wp:wrapNone/>
            <wp:docPr id="190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843915</wp:posOffset>
            </wp:positionV>
            <wp:extent cx="143510" cy="139700"/>
            <wp:effectExtent l="0" t="0" r="8890" b="0"/>
            <wp:wrapNone/>
            <wp:docPr id="189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88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231775</wp:posOffset>
            </wp:positionV>
            <wp:extent cx="142240" cy="755650"/>
            <wp:effectExtent l="0" t="0" r="0" b="6350"/>
            <wp:wrapNone/>
            <wp:docPr id="187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3084830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86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85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84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83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82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850265</wp:posOffset>
            </wp:positionV>
            <wp:extent cx="143510" cy="139700"/>
            <wp:effectExtent l="0" t="0" r="8890" b="0"/>
            <wp:wrapNone/>
            <wp:docPr id="181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693420</wp:posOffset>
            </wp:positionV>
            <wp:extent cx="143510" cy="139700"/>
            <wp:effectExtent l="0" t="0" r="8890" b="0"/>
            <wp:wrapNone/>
            <wp:docPr id="198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692785</wp:posOffset>
            </wp:positionV>
            <wp:extent cx="143510" cy="139700"/>
            <wp:effectExtent l="0" t="0" r="8890" b="0"/>
            <wp:wrapNone/>
            <wp:docPr id="199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695960</wp:posOffset>
            </wp:positionV>
            <wp:extent cx="143510" cy="139700"/>
            <wp:effectExtent l="0" t="0" r="8890" b="0"/>
            <wp:wrapNone/>
            <wp:docPr id="197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1109345</wp:posOffset>
                </wp:positionV>
                <wp:extent cx="2111375" cy="255270"/>
                <wp:effectExtent l="0" t="0" r="22225" b="11430"/>
                <wp:wrapNone/>
                <wp:docPr id="73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07.6pt;margin-top:87.35pt;width:166.25pt;height:20.1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1872615</wp:posOffset>
                </wp:positionV>
                <wp:extent cx="469265" cy="347345"/>
                <wp:effectExtent l="0" t="0" r="26035" b="14605"/>
                <wp:wrapNone/>
                <wp:docPr id="72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70.1pt;margin-top:147.45pt;width:36.95pt;height:27.3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1280160</wp:posOffset>
                </wp:positionV>
                <wp:extent cx="173990" cy="1083310"/>
                <wp:effectExtent l="2540" t="0" r="19050" b="95250"/>
                <wp:wrapNone/>
                <wp:docPr id="71" name="Accolade ferman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DC4C3" id="Accolade fermante 56" o:spid="_x0000_s1026" type="#_x0000_t88" style="position:absolute;margin-left:281pt;margin-top:100.8pt;width:13.7pt;height:85.3pt;rotation:9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column">
                  <wp:posOffset>2993390</wp:posOffset>
                </wp:positionH>
                <wp:positionV relativeFrom="paragraph">
                  <wp:posOffset>1505585</wp:posOffset>
                </wp:positionV>
                <wp:extent cx="1384300" cy="253365"/>
                <wp:effectExtent l="0" t="0" r="25400" b="13335"/>
                <wp:wrapNone/>
                <wp:docPr id="70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35.7pt;margin-top:118.55pt;width:109pt;height:19.95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66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67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68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69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170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171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779780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172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173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1290320</wp:posOffset>
            </wp:positionH>
            <wp:positionV relativeFrom="paragraph">
              <wp:posOffset>748030</wp:posOffset>
            </wp:positionV>
            <wp:extent cx="143510" cy="139700"/>
            <wp:effectExtent l="0" t="0" r="8890" b="0"/>
            <wp:wrapNone/>
            <wp:docPr id="174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409575</wp:posOffset>
                </wp:positionV>
                <wp:extent cx="173990" cy="1083310"/>
                <wp:effectExtent l="2540" t="0" r="19050" b="95250"/>
                <wp:wrapNone/>
                <wp:docPr id="67" name="Accolade ferman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7C914" id="Accolade fermante 36" o:spid="_x0000_s1026" type="#_x0000_t88" style="position:absolute;margin-left:31.85pt;margin-top:32.25pt;width:13.7pt;height:85.3pt;rotation: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599440</wp:posOffset>
                </wp:positionV>
                <wp:extent cx="173990" cy="687070"/>
                <wp:effectExtent l="0" t="8890" r="26670" b="102870"/>
                <wp:wrapNone/>
                <wp:docPr id="52" name="Accolade ferman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9AD8A" id="Accolade fermante 37" o:spid="_x0000_s1026" type="#_x0000_t88" style="position:absolute;margin-left:103.95pt;margin-top:47.2pt;width:13.7pt;height:54.1pt;rotation: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3rtQ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429260</wp:posOffset>
                </wp:positionV>
                <wp:extent cx="173990" cy="1083310"/>
                <wp:effectExtent l="2540" t="0" r="19050" b="95250"/>
                <wp:wrapNone/>
                <wp:docPr id="42" name="Accolade ferman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5E71D" id="Accolade fermante 39" o:spid="_x0000_s1026" type="#_x0000_t88" style="position:absolute;margin-left:69.8pt;margin-top:33.8pt;width:13.7pt;height:85.3pt;rotation: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1021715</wp:posOffset>
                </wp:positionV>
                <wp:extent cx="469265" cy="347345"/>
                <wp:effectExtent l="0" t="0" r="26035" b="14605"/>
                <wp:wrapNone/>
                <wp:docPr id="34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8.9pt;margin-top:80.45pt;width:36.95pt;height:27.3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244475</wp:posOffset>
                </wp:positionV>
                <wp:extent cx="1909445" cy="269240"/>
                <wp:effectExtent l="0" t="0" r="14605" b="16510"/>
                <wp:wrapNone/>
                <wp:docPr id="33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9445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1.75pt;margin-top:19.25pt;width:150.35pt;height:21.2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654685</wp:posOffset>
                </wp:positionV>
                <wp:extent cx="1384300" cy="253365"/>
                <wp:effectExtent l="0" t="0" r="25400" b="13335"/>
                <wp:wrapNone/>
                <wp:docPr id="12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4.5pt;margin-top:51.55pt;width:109pt;height:19.9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sectPr w:rsidR="001078C8" w:rsidSect="001078C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8C8"/>
    <w:rsid w:val="001078C8"/>
    <w:rsid w:val="001D645B"/>
    <w:rsid w:val="005175A3"/>
    <w:rsid w:val="00533838"/>
    <w:rsid w:val="005F7238"/>
    <w:rsid w:val="006A32CA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FEA1"/>
  <w15:chartTrackingRefBased/>
  <w15:docId w15:val="{0F230257-07CD-406E-A393-470546F7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8C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8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2019-08-16T13:38:00Z</dcterms:created>
  <dcterms:modified xsi:type="dcterms:W3CDTF">2019-08-16T13:38:00Z</dcterms:modified>
</cp:coreProperties>
</file>